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9924A" w14:textId="77777777" w:rsidR="006A20E8" w:rsidRPr="006A20E8" w:rsidRDefault="006A20E8" w:rsidP="006A20E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A20E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SARS-CoV-2/human/USA/FL-CDC-ASC210503758/2022, complete genome</w:t>
      </w:r>
    </w:p>
    <w:p w14:paraId="174E11E1" w14:textId="77777777" w:rsidR="006A20E8" w:rsidRPr="006A20E8" w:rsidRDefault="006A20E8" w:rsidP="006A20E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t>GenBank: OM364511.1</w:t>
      </w:r>
    </w:p>
    <w:p w14:paraId="291094EB" w14:textId="77777777" w:rsidR="006A20E8" w:rsidRPr="006A20E8" w:rsidRDefault="006A20E8" w:rsidP="006A20E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"https://www.ncbi.nlm.nih.gov/nuccore/OM364511.1?report=fasta" </w:instrTex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0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"https://www.ncbi.nlm.nih.gov/nuccore/OM364511.1?report=graph" </w:instrTex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0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4511.1"/>
    <w:bookmarkEnd w:id="1"/>
    <w:p w14:paraId="7C2DCD57" w14:textId="77777777" w:rsidR="006A20E8" w:rsidRPr="006A20E8" w:rsidRDefault="006A20E8" w:rsidP="006A20E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"https://www.ncbi.nlm.nih.gov/nuccore/OM364511.1" \l "goto2182720745_0" </w:instrTex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A20E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A20E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42B77D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LOCUS       OM364511               29801 bp    RNA     linear   VRL 24-JAN-2022</w:t>
      </w:r>
    </w:p>
    <w:p w14:paraId="12A263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ADC903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SARS-CoV-2/human/USA/FL-CDC-ASC210503758/2022, complete genome.</w:t>
      </w:r>
    </w:p>
    <w:p w14:paraId="7A962DE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ACCESSION   OM364511</w:t>
      </w:r>
    </w:p>
    <w:p w14:paraId="6E6CDF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VERSION     OM364511.1</w:t>
      </w:r>
    </w:p>
    <w:p w14:paraId="61B7A1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BFF4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"https://www.ncbi.nlm.nih.gov/biosample/SAMN25223251"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SAMN25223251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1984B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D05E08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582CE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3D52C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9C50F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CD9E21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C2D9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29801)</w:t>
      </w:r>
    </w:p>
    <w:p w14:paraId="571B30D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92D7B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0EA9D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3AC15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BB534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19C40F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275A2D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5F5F5A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7DD69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29801)</w:t>
      </w:r>
    </w:p>
    <w:p w14:paraId="443838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BCFD65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5E7FB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756DE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A9A569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DF8779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01066B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4187A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(24-JAN-2022) Respiratory Viruses Branch, Division of</w:t>
      </w:r>
    </w:p>
    <w:p w14:paraId="0CFDA6E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9F7A25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1C8C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4511.1"/>
      <w:bookmarkEnd w:id="2"/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E376B7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0F2323B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21D77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F8F6AA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4511.1"/>
      <w:bookmarkEnd w:id="3"/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FBB6E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1..29801</w:t>
      </w:r>
    </w:p>
    <w:p w14:paraId="12A395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8A29F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1DA7C7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5E5525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/isolate="SARS-CoV-2/human/USA/FL-CDC-ASC210503758/2022"</w:t>
      </w:r>
    </w:p>
    <w:p w14:paraId="3993E80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A388BD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65A6F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7F250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46BD0B9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/collection_date="2022-01-02"</w:t>
      </w:r>
    </w:p>
    <w:p w14:paraId="5D72453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"https://www.ncbi.nlm.nih.gov/nuccore/OM364511.1?from=241&amp;to=21518"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3D74DD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2F82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"https://www.ncbi.nlm.nih.gov/nuccore/OM364511.1?location=241:13431,13431:21518"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9875E2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3360B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312644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9E1E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40540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"https://www.ncbi.nlm.nih.gov/protein/2182720746"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UJO36760.1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9522E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C6853E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66AA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2A48FE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E308F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80740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358A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1A20B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36571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C0531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4011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F45F1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F0C56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ED0F3C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124F57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1E94D2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421EE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9A9155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6A4304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DDCC5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F431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0F0E1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9D8A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3D2CA9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8B3A9E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8AA8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65F0F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DA6A1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256B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6ACD5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F8679D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FE1D9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C282A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819FA4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A290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FFPDLNGDVVAIDYKHYTPSFKKGVKLLHKPIVWHVNNATNKATYKPNTWCIRCLWST</w:t>
      </w:r>
    </w:p>
    <w:p w14:paraId="728B158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C714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5AD46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3926A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2FF16A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1435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545B74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E9600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90C9B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961F9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VIVFDGKSKCEESSAKSASVYYSQLMCQPILLLDQALVSDVGDSAEVAVKMFDAYVKT</w:t>
      </w:r>
    </w:p>
    <w:p w14:paraId="36475F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B31AF9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2A992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941A6A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A37E3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92E79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F0269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060B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102B57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F78FC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754D7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CD3D25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538AC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A4F7DE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69D02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084E3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50878F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11486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8BCF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DA3A2A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A311D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FF0620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ECDF1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3637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04253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214C8F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26E434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1716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FBA254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34A40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848F5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7B88F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34281D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97ADBB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94C869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7D48A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D13D9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933B5F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FD7EFB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A13068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6EF6A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9DD2B3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4CEF2C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245BA4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8080FC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8524B4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81E40D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BAABA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B4EE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B35EBD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EA68F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D237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A5651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92497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BC56F3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047DE8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031BE0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F55226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016F48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BAF068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49B3B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491CB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9DE85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8A7BE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64EB14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3F4F57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778F6C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69FD43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9BE92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44BCA4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9C6C4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DF288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C7621E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B00163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D61917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315D5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7AF385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811A7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84ABBF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"https://www.ncbi.nlm.nih.gov/protein/UJO36760.1?from=1&amp;to=180"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61A9C0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1489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AB50C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"https://www.ncbi.nlm.nih.gov/protein/UJO36760.1?from=181&amp;to=818"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D45CBE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C94A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CF401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"https://www.ncbi.nlm.nih.gov/protein/UJO36760.1?from=819&amp;to=2762"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5DB0E3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C6B7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73327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"https://www.ncbi.nlm.nih.gov/protein/UJO36760.1?from=2763&amp;to=3262"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062986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C82B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AFE9F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"https://www.ncbi.nlm.nih.gov/protein/UJO36760.1?from=3263&amp;to=3568"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7AFB3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5F8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09201B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"https://www.ncbi.nlm.nih.gov/protein/UJO36760.1?from=3569&amp;to=3855"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C58F8D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E1E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0447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"https://www.ncbi.nlm.nih.gov/protein/UJO36760.1?from=3856&amp;to=3938"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B37F3B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D4A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36C67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"https://www.ncbi.nlm.nih.gov/protein/UJO36760.1?from=3939&amp;to=4136"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0DCABE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B492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F168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"https://www.ncbi.nlm.nih.gov/protein/UJO36760.1?from=4137&amp;to=4249"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3349E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02B6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7DBEA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"https://www.ncbi.nlm.nih.gov/protein/UJO36760.1?from=4250&amp;to=4388"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408BC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3189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7B70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"https://www.ncbi.nlm.nih.gov/protein/UJO36760.1?from=4389&amp;to=5320"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3A2BF0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7AB5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0C3FD6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"https://www.ncbi.nlm.nih.gov/protein/UJO36760.1?from=5321&amp;to=5921"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9DCE3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6875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51E10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"https://www.ncbi.nlm.nih.gov/protein/UJO36760.1?from=5922&amp;to=6448"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931AE2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27F8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F145AA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"https://www.ncbi.nlm.nih.gov/protein/UJO36760.1?from=6449&amp;to=6794"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2AE794D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698F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67C5F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"https://www.ncbi.nlm.nih.gov/protein/UJO36760.1?from=6795&amp;to=7092"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421E3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8F9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01A34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"https://www.ncbi.nlm.nih.gov/nuccore/OM364511.1?from=241&amp;to=13446"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8670BA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71EA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A082E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5C9B5C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"https://www.ncbi.nlm.nih.gov/protein/2182720747"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UJO36761.1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F441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9F349E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66AA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A73E2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080F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3DBCC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7EFBE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93755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2092D9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2719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16AC4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DC57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0DABD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F87326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A5493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FF6E53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C3B91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A12A0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D569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B3BD2C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12AA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2050D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CB1C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911621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EE104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F29B6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3FA53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B1112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AECFD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C732D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F6DD5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962E0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704BE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1CF8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26971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FFPDLNGDVVAIDYKHYTPSFKKGVKLLHKPIVWHVNNATNKATYKPNTWCIRCLWST</w:t>
      </w:r>
    </w:p>
    <w:p w14:paraId="522A5FB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A7EC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B33E9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18D32F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0E7EEF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CC7420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3D37F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E992A1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4F09E0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DEA6AB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VIVFDGKSKCEESSAKSASVYYSQLMCQPILLLDQALVSDVGDSAEVAVKMFDAYVKT</w:t>
      </w:r>
    </w:p>
    <w:p w14:paraId="150C22C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A0012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58A6C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A0325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5BA718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CA24C9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96123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8AC70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D0108A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BB64E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BEAADC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1A1F8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639907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968AF3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17172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0E090F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225D3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035A6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550C1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6243C2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723B6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00DBD7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A2962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0A764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D04FB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28F345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D8B60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CD063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274184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D3A99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51DEB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DBED3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B29007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"https://www.ncbi.nlm.nih.gov/protein/UJO36761.1?from=1&amp;to=180"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F02F3B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DDA8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C535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"https://www.ncbi.nlm.nih.gov/protein/UJO36761.1?from=181&amp;to=818"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0A23B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C17B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857EF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"https://www.ncbi.nlm.nih.gov/protein/UJO36761.1?from=819&amp;to=2762"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464ED9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BE9E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4A70A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"https://www.ncbi.nlm.nih.gov/protein/UJO36761.1?from=2763&amp;to=3262"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FCFC58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99B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257EA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"https://www.ncbi.nlm.nih.gov/protein/UJO36761.1?from=3263&amp;to=3568"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47824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015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C6871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"https://www.ncbi.nlm.nih.gov/protein/UJO36761.1?from=3569&amp;to=3855"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E3903E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6890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D3DD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"https://www.ncbi.nlm.nih.gov/protein/UJO36761.1?from=3856&amp;to=3938"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0F4091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D0E412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6E54D2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"https://www.ncbi.nlm.nih.gov/protein/UJO36761.1?from=3939&amp;to=4136"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5CEB9E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EF9D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82CB2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"https://www.ncbi.nlm.nih.gov/protein/UJO36761.1?from=4137&amp;to=4249"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FB947A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FF98E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98D23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"https://www.ncbi.nlm.nih.gov/protein/UJO36761.1?from=4250&amp;to=4388"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2C495B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0675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78867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"https://www.ncbi.nlm.nih.gov/protein/UJO36761.1?from=4389&amp;to=4401"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6CB4D4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FC88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59BA31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"https://www.ncbi.nlm.nih.gov/nuccore/OM364511.1?from=13439&amp;to=13466"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ECC02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C058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ED31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18D5E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"https://www.ncbi.nlm.nih.gov/nuccore/OM364511.1?from=13451&amp;to=13505"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76BD71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2815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C9EE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0C230E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"https://www.ncbi.nlm.nih.gov/nuccore/OM364511.1?from=21526&amp;to=25341"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21526..25341</w:t>
      </w:r>
    </w:p>
    <w:p w14:paraId="14DBB70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08A96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"https://www.ncbi.nlm.nih.gov/nuccore/OM364511.1?from=21526&amp;to=25341"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21526..25341</w:t>
      </w:r>
    </w:p>
    <w:p w14:paraId="0358DBC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2F3E3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6190B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6F9E2D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"https://www.ncbi.nlm.nih.gov/protein/2182720748"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UJO36762.1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7F8C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73AE81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9E5D6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161DB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72267EF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49E1EF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7BA1473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PFDEVFNATRFASVYAWNRKRISNCVADYSVLYNLAPFFTFKCYGVSPTKLNDLCFTN</w:t>
      </w:r>
    </w:p>
    <w:p w14:paraId="7536202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387D9A3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4591320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6E3903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1C4507A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1F4334D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704DCA4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CGDSTECSNLLLQYGSFCTQLKRALTGIAVEQDKNTQEVFAQVKQIYKTPPIKYFGGF</w:t>
      </w:r>
    </w:p>
    <w:p w14:paraId="7356FB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6B05313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413D1E6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60C474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6BB5D12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392594A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71C5335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354EAA6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25EC148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6CDD249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"https://www.ncbi.nlm.nih.gov/nuccore/OM364511.1?from=25350&amp;to=26177"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25350..26177</w:t>
      </w:r>
    </w:p>
    <w:p w14:paraId="7AD2682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F1DD1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"https://www.ncbi.nlm.nih.gov/nuccore/OM364511.1?from=25350&amp;to=26177"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25350..26177</w:t>
      </w:r>
    </w:p>
    <w:p w14:paraId="7DBC3F4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D48B5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F26E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494AB9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"https://www.ncbi.nlm.nih.gov/protein/2182720749"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UJO36763.1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88AC3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44439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5E330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0D8330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29DF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E5D8F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"https://www.ncbi.nlm.nih.gov/nuccore/OM364511.1?from=26202&amp;to=26429"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26202..26429</w:t>
      </w:r>
    </w:p>
    <w:p w14:paraId="2669EC0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891D27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"https://www.ncbi.nlm.nih.gov/nuccore/OM364511.1?from=26202&amp;to=26429"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26202..26429</w:t>
      </w:r>
    </w:p>
    <w:p w14:paraId="1D430E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8EEE2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524E5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E943E1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"https://www.ncbi.nlm.nih.gov/protein/2182720750"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UJO36764.1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ED42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1BD56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7AB41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"https://www.ncbi.nlm.nih.gov/nuccore/OM364511.1?from=26480&amp;to=27148"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26480..27148</w:t>
      </w:r>
    </w:p>
    <w:p w14:paraId="1FF48BD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3A5E7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"https://www.ncbi.nlm.nih.gov/nuccore/OM364511.1?from=26480&amp;to=27148"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26480..27148</w:t>
      </w:r>
    </w:p>
    <w:p w14:paraId="0EA010D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DB3B32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EC69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987C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UJO36765.1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F16B7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9B401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9AA8CD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FARTRSMWSFNPETNILLNVPLHGTILTRPLLESELVIGAVILRGHLRIAGHHLGXXX</w:t>
      </w:r>
    </w:p>
    <w:p w14:paraId="0EE968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XKDXXXXXXXXXXRTLSYYKLGASQRVAGDSGFAAYSRYRIGNYKLNTDHSSSSDNIA</w:t>
      </w:r>
    </w:p>
    <w:p w14:paraId="2B4C559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A7B492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"https://www.ncbi.nlm.nih.gov/nuccore/OM364511.1?from=27159&amp;to=27344"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27159..27344</w:t>
      </w:r>
    </w:p>
    <w:p w14:paraId="56B2672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2D66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"https://www.ncbi.nlm.nih.gov/nuccore/OM364511.1?from=27159&amp;to=27344"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27159..27344</w:t>
      </w:r>
    </w:p>
    <w:p w14:paraId="09B82F2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F5510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31F79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EF466D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UJO36766.1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1A6A8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7477E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828DD1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"https://www.ncbi.nlm.nih.gov/nuccore/OM364511.1?from=27351&amp;to=27716"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27351..27716</w:t>
      </w:r>
    </w:p>
    <w:p w14:paraId="02B6A51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E7D5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"https://www.ncbi.nlm.nih.gov/nuccore/OM364511.1?from=27351&amp;to=27716"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27351..27716</w:t>
      </w:r>
    </w:p>
    <w:p w14:paraId="5FF34B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B5B79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500D0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31130E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"https://www.ncbi.nlm.nih.gov/protein/2182720753"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UJO36767.1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8D89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1D252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CB3524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668A24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"https://www.ncbi.nlm.nih.gov/nuccore/OM364511.1?from=27713&amp;to=27844"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27713..27844</w:t>
      </w:r>
    </w:p>
    <w:p w14:paraId="1727070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45E4C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"https://www.ncbi.nlm.nih.gov/nuccore/OM364511.1?from=27713&amp;to=27844"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27713..27844</w:t>
      </w:r>
    </w:p>
    <w:p w14:paraId="4766471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C2EC7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F57A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573E1F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"https://www.ncbi.nlm.nih.gov/protein/2182720754"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UJO36768.1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B060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E78A8A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"https://www.ncbi.nlm.nih.gov/nuccore/OM364511.1?from=27851&amp;to=28216"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27851..28216</w:t>
      </w:r>
    </w:p>
    <w:p w14:paraId="35EBF6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84A23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"https://www.ncbi.nlm.nih.gov/nuccore/OM364511.1?from=27851&amp;to=28216"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27851..28216</w:t>
      </w:r>
    </w:p>
    <w:p w14:paraId="0F48EDA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D23F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DA891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9CAC3D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"https://www.ncbi.nlm.nih.gov/protein/2182720755"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UJO36769.1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C7488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23612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F6F84F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44D163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"https://www.ncbi.nlm.nih.gov/nuccore/OM364511.1?from=28231&amp;to=29481"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28231..29481</w:t>
      </w:r>
    </w:p>
    <w:p w14:paraId="3C59C04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313EA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"https://www.ncbi.nlm.nih.gov/nuccore/OM364511.1?from=28231&amp;to=29481"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28231..29481</w:t>
      </w:r>
    </w:p>
    <w:p w14:paraId="2E3D599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A3F12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666DDC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355E94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UJO36770.1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E2B05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94D7B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9258CC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097B38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6CFCD5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044C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F8C8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B2D37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0AA29F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"https://www.ncbi.nlm.nih.gov/nuccore/OM364511.1?from=29506&amp;to=29622"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0B199FB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0FCF1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"https://www.ncbi.nlm.nih.gov/nuccore/OM364511.1?from=29506&amp;to=29622"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0687BED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B19ED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2687C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6348F1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"https://www.ncbi.nlm.nih.gov/protein/2182720757"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UJO36771.1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1B04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B5897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"https://www.ncbi.nlm.nih.gov/nuccore/OM364511.1?from=29557&amp;to=29592"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766747A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3414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012AFE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"https://www.ncbi.nlm.nih.gov/nuccore/OM364511.1?from=29577&amp;to=29605"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57F3A7A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73B75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74D603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"https://www.ncbi.nlm.nih.gov/nuccore/OM364511.1?from=29676&amp;to=29716" </w:instrTex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A20E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29676..29716</w:t>
      </w:r>
    </w:p>
    <w:p w14:paraId="5E7209F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7F5CB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B96A8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4511.1"/>
      <w:bookmarkEnd w:id="4"/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DD278A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E6A62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249E5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7E650F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9BDC52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040B7A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DD1E5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86F46C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FFC61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03506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D5A57E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DEA14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813E5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E5ED89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7A8024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36C4D7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CE38DE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0C7334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5060CC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424B85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FC07B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658840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CCD4C5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AF5A8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D4D1D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2630F1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D45F3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F8B93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897D7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4245F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25F8F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6FECB7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7CFAE5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55FA5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14FC4D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C409B0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587D9F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7C1E00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3BD2E5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BA85E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gggaagaaac tggcctactc atgcctctaa aagccccaaa agaaattatc</w:t>
      </w:r>
    </w:p>
    <w:p w14:paraId="354FA72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BCD895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719E11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26DBE73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D42495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303EA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83F08D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54428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2D2C0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A2AB8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3F040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2D7D74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D6A6A4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67B009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7D1F3C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C80D94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61B578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1FA73E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03CF07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CE1914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48FCD7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BC9A1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14574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092696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BE167C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15750A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DBEE1B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EE57C9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4E9DAF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A82FA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DDE0FA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B0A613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83F562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0D8658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8BC3D6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88C12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0AE84E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22E5C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79CA3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F42FB0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7A431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1128B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F76A7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5F7FE4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5E1D1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32212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D1A3AE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251CD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749CD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56C4C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6C8CF3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0C35C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1C1B38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F11585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77736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36F19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8222AA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1CAEAF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0A5A6B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DFA1DF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F5C51E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3BE64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A1EB5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aaaggagtta aattgttaca taaacctatt gtttggcatg ttaacaatgc aactaataaa</w:t>
      </w:r>
    </w:p>
    <w:p w14:paraId="0732943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A6D6BF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2D4602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879046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5AA5CD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3B7E5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0DC866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71D48E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983A3A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A2B468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93D1CE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88AB9E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D0BF4D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EBDC9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1F4BA6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4A0134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C1163E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232D41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2FE2B4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BCFF96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49E9E8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434AC4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3C14C8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9A2784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8ECA7A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9E7F77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30CCB7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CE5B7F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3D074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F1120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ttaaaacgtt ttcatcaact</w:t>
      </w:r>
    </w:p>
    <w:p w14:paraId="5F20253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F4116B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2F11FD0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02470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10357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849E5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5E3D8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0ED89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3B3FA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AAC75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52F828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AAEBF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CFB6CF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48F3C6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60C457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FD25D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450F4E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0CF739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193555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C3E5F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FEA0F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15301F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88005B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267861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890B1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1E6C62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D4C973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E52ED8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E6F433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D7343E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A01502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F6CFA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2E4361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7FCB75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512AFB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38ECF7C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5E9C61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4603F0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B5F13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978868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FCCB0C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AA742D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DBC564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D4694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7B3EB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C5B508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62DDB3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83E69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D53BC4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06BC15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0E5320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3BDD1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419E40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04CB40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9A4780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59E1A9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D6F99A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D658FD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C4C7A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CFBFF2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A77B9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E156BB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6D37A5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A08600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E59986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E38A4C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E1615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040B3D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D3F1B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918E29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AB9205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B1A2B2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5F7566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CBBA82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62FCDF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2FD741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05B7DC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0F448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68B835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13AA99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28847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13507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A71CAD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A7F1B1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693EC1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78F79C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63F48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4BE80A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B5AC4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42FC0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6F4171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D269CA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D53AD1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E236A8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FBB62F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2D14D9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2997C5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544903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25E648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A4460B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C404BF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9AF0EA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BD136C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42ED5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3CE94D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72FC52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EAA6D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B3625F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75BC7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6F038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8BE27B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2059A8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C04FB3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6272BB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7C54D0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72899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B949D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F5B1E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5B0AF1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63AD0D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96A91C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866AE9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644E5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C2033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A617B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8D5FDA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46F9A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883FD0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A8E963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B2576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751203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E4ECD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03FE4E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E3D54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1EED3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22FB8D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BD37F2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BC0D9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055723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90AA10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7D0AAF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B3A9C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29CF4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A58EE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0B54D1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65B868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044F01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FBA7B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02BD66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0CCC92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F2389E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16D5BD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B6874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145BF6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BCD7AA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4E86D5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3B823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A26D3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E8B593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2EA7C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8C1CA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D7F228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15D06C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8D93FA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16AE6B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2D210C7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7E8D8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AC1A0D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144E46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AFBEE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DFAB57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60F886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CF044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870DF3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D3088B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9FA9E3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E95735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6776B2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E56DC7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554692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253696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4FFFCB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B8E15C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4E72A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363847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BDEE8C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195292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259B2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620302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BE45FD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33CEDB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377FA5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CCACC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B1F59A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CBED6F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048F11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95687E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7A9774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B50A68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011AD9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13D28D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2546F4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C3F21C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D00E28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60052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558AF4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649794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BBF93D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F980F5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790CA0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8A3578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D614F2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92649B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CE77E7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7EBC53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AFABAD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FDE590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009CDE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32D4D3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BF8349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C053C4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FE6199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971106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18FD3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5A469C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F7B566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19AF90F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F58B6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94D39F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2B65EF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59665BE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6E0D16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9CD915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E4D904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0A5775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6E04C9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aatttagtgc gtgagccaga agatctccct cagggttttt cggctttaga accattggta</w:t>
      </w:r>
    </w:p>
    <w:p w14:paraId="65E77D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gatttgccaa taggtattaa catcactagg tttcaaactt tacttgcttt acatagaagt</w:t>
      </w:r>
    </w:p>
    <w:p w14:paraId="7CC36B0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tatttgactc ctggtgattc ttcttcaggt tggacagctg gtgctgcagc ttattatgtg</w:t>
      </w:r>
    </w:p>
    <w:p w14:paraId="6FEDE0B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ggttatcttc aacctaggac ttttctatta aaatataatg aaaatggaac cattacagat</w:t>
      </w:r>
    </w:p>
    <w:p w14:paraId="13D3431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gctgtagact gtgcacttga ccctctctca gaaacaaagt gtacgttgaa atccttcact</w:t>
      </w:r>
    </w:p>
    <w:p w14:paraId="2AC0DAF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gtagaaaaag gaatctatca aacttctaac tttagagtcc aaccaacaga atctattgtt</w:t>
      </w:r>
    </w:p>
    <w:p w14:paraId="439DE06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agatttccta atattacaaa cttgtgccct tttgatgaag tttttaacgc caccagattt</w:t>
      </w:r>
    </w:p>
    <w:p w14:paraId="1AB65D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gcatctgttt atgcttggaa caggaagaga atcagcaact gtgttgctga ttattctgtc</w:t>
      </w:r>
    </w:p>
    <w:p w14:paraId="61255DC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ctatataatc tcgcaccatt tttcactttt aagtgttatg gagtgtctcc tactaaatta</w:t>
      </w:r>
    </w:p>
    <w:p w14:paraId="718BBE8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aatgatctct gctttactaa tgtctatgca gattcatttg taattagagg tgatgaagtc</w:t>
      </w:r>
    </w:p>
    <w:p w14:paraId="191A6C4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agacaaatcg ctccagggca aactggaaat attgctgatt ataattataa attaccagat</w:t>
      </w:r>
    </w:p>
    <w:p w14:paraId="25B8FB9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gattttacag gctgcgttat agcttggaat tctaacaagc ttgattctaa ggttagtggt</w:t>
      </w:r>
    </w:p>
    <w:p w14:paraId="4497DB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aattataatt acctgtatag attgtttagg aagtctaatc tcaaaccttt tgagagagat</w:t>
      </w:r>
    </w:p>
    <w:p w14:paraId="10D4E6D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atttcaactg aaatctatca ggccggtaac aaaccttgta atggtgttgc aggttttaat</w:t>
      </w:r>
    </w:p>
    <w:p w14:paraId="52A91E3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tgttactttc ctttacgatc atatagtttc cgacccactt atggtgttgg tcaccaacca</w:t>
      </w:r>
    </w:p>
    <w:p w14:paraId="3CF85EA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tacagagtag tagtactttc ttttgaactt ctacatgcac cagcaactgt ttgtggacct</w:t>
      </w:r>
    </w:p>
    <w:p w14:paraId="1F54C5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aaaaagtcta ctaatttggt taaaaacaaa tgtgtcaatt tcaacttcaa tggtttaaaa</w:t>
      </w:r>
    </w:p>
    <w:p w14:paraId="122F50F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ggcacaggtg ttcttactga gtctaacaaa aagtttctgc ctttccaaca atttggcaga</w:t>
      </w:r>
    </w:p>
    <w:p w14:paraId="3C42D20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gacattgctg acactactga tgctgtccgt gatccacaga cacttgagat tcttgacatt</w:t>
      </w:r>
    </w:p>
    <w:p w14:paraId="6A80216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acaccatgtt cttttggtgg tgtcagtgtt ataacaccag gaacaaatac ttctaaccag</w:t>
      </w:r>
    </w:p>
    <w:p w14:paraId="508E0B2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gttgctgttc tttatcaggg tgttaactgc acagaagtcc ctgttgctat tcatgcagat</w:t>
      </w:r>
    </w:p>
    <w:p w14:paraId="744E29A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caacttactc ctacttggcg tgtttattct acaggttcta atgtttttca aacacgtgca</w:t>
      </w:r>
    </w:p>
    <w:p w14:paraId="75A214F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ggctgtttaa taggggctga atatgtcaac aactcatatg agtgtgacat acccattggt</w:t>
      </w:r>
    </w:p>
    <w:p w14:paraId="660AFAE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gcaggtatat gcgctagtta tcagactcag actaagtctc atcggcgggc acgtagtgta</w:t>
      </w:r>
    </w:p>
    <w:p w14:paraId="4E48728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gctagtcaat ccatcattgc ctacactatg tcacttggtg cagaaaattc agttgcttac</w:t>
      </w:r>
    </w:p>
    <w:p w14:paraId="4C5E22C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tctaataact ctattgccat acccacaaat tttactatta gtgttaccac agaaattcta</w:t>
      </w:r>
    </w:p>
    <w:p w14:paraId="5269B4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ccagtgtcta tgaccaagac atcagtagat tgtacaatgt acatttgtgg tgattcaact</w:t>
      </w:r>
    </w:p>
    <w:p w14:paraId="3C46AAB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gaatgcagca atcttttgtt gcaatatggc agtttttgta cacaattaaa acgtgcttta</w:t>
      </w:r>
    </w:p>
    <w:p w14:paraId="7E0F3CD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actggaatag ctgttgaaca agacaaaaac acccaagaag tttttgcaca agtcaaacaa</w:t>
      </w:r>
    </w:p>
    <w:p w14:paraId="299CE2B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atttacaaaa caccaccaat taaatatttt ggtggtttta atttttcaca aatattacca</w:t>
      </w:r>
    </w:p>
    <w:p w14:paraId="02B230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gatccatcaa aaccaagcaa gaggtcattt attgaagatc tacttttcaa caaagtgaca</w:t>
      </w:r>
    </w:p>
    <w:p w14:paraId="08F64E3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cttgcagatg ctggcttcat caaacaatat ggtgattgcc ttggtgatat tgctgctaga</w:t>
      </w:r>
    </w:p>
    <w:p w14:paraId="6C23FD3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gacctcattt gtgcacaaaa gtttaaaggc cttactgttt tgccaccttt gctcacagat</w:t>
      </w:r>
    </w:p>
    <w:p w14:paraId="3BB6C26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gaaatgattg ctcaatacac ttctgcactg ttagcgggta caatcacttc tggttggacc</w:t>
      </w:r>
    </w:p>
    <w:p w14:paraId="6D4D9F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tttggtgcag gtgctgcatt acaaatacca tttgctatgc aaatggctta taggtttaat</w:t>
      </w:r>
    </w:p>
    <w:p w14:paraId="55FA0FE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ggtattggag ttacacagaa tgttctctat gagaaccaaa aattgattgc caaccaattt</w:t>
      </w:r>
    </w:p>
    <w:p w14:paraId="754153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aatagtgcta ttggcaaaat tcaagactca ctttcttcca cagcaagtgc acttggaaaa</w:t>
      </w:r>
    </w:p>
    <w:p w14:paraId="663EB09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cttcaagatg tggtcaacca taatgcacaa gctttaaaca cgcttgttaa acaacttagc</w:t>
      </w:r>
    </w:p>
    <w:p w14:paraId="0E08D7D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tccaaatttg gtgcaatttc aagtgtttta aatgatatct tttcacgtct tgacaaagtt</w:t>
      </w:r>
    </w:p>
    <w:p w14:paraId="044CFDD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gaggctgaag tgcaaattga taggttgatc acaggcagac ttcaaagttt gcagacatat</w:t>
      </w:r>
    </w:p>
    <w:p w14:paraId="18B202E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gtgactcaac aattaattag agctgcagaa atcagagctt ctgctaatct tgctgctact</w:t>
      </w:r>
    </w:p>
    <w:p w14:paraId="002753A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aaaatgtcag agtgtgtact tggacaatca aaaagagttg atttttgtgg aaagggctat</w:t>
      </w:r>
    </w:p>
    <w:p w14:paraId="7FC11CC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catcttatgt ccttccctca gtcagcacct catggtgtag tcttcttgca tgtgacttat</w:t>
      </w:r>
    </w:p>
    <w:p w14:paraId="2E7A33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gtccctgcac aagaaaagaa cttcacaact gctcctgcca tttgtcatga tggaaaagca</w:t>
      </w:r>
    </w:p>
    <w:p w14:paraId="2109F34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cactttcctc gtgaaggtgt ctttgtttca aatggcacac actggtttgt aacacaaagg</w:t>
      </w:r>
    </w:p>
    <w:p w14:paraId="15C6D1E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aatttttatg aaccacaaat cattactaca gacaacacat ttgtgtctgg taactgtgat</w:t>
      </w:r>
    </w:p>
    <w:p w14:paraId="076F15A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gttgtaatag gaattgtcaa caacacagtt tatgatcctt tgcaacctga attagattca</w:t>
      </w:r>
    </w:p>
    <w:p w14:paraId="4B9DC0B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ttcaaggagg agttagataa atattttaag aatcatacat caccagatgt tgatttaggt</w:t>
      </w:r>
    </w:p>
    <w:p w14:paraId="7DF716A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gacatctctg gcattaatgc ttcagttgta aacattcaaa aagaaattga ccgcctcaat</w:t>
      </w:r>
    </w:p>
    <w:p w14:paraId="0B2CED4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gaggttgcca agaatttaaa tgaatctctc atcgatctcc aagaacttgg aaagtatgag</w:t>
      </w:r>
    </w:p>
    <w:p w14:paraId="559739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cagtatataa aatggccatg gtacatttgg ctaggtttta tagctggctt gattgccata</w:t>
      </w:r>
    </w:p>
    <w:p w14:paraId="2582B76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gtaatggtga caattatgct ttgctgtatg accagttgct gtagttgtct caagggctgt</w:t>
      </w:r>
    </w:p>
    <w:p w14:paraId="22C2DC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tgttcttgtg gatcctgctg caaatttgat gaagacgact ctgagccagt gctcaaagga</w:t>
      </w:r>
    </w:p>
    <w:p w14:paraId="2882008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gtcaaattac attacacata aacgaactta tggatttgtt tatgagaatc ttcacaattg</w:t>
      </w:r>
    </w:p>
    <w:p w14:paraId="1E5AE7E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gaactgtaac tttgaagcaa ggtgaaatca aggatgctac tccttcagat tttgttcgcg</w:t>
      </w:r>
    </w:p>
    <w:p w14:paraId="2080415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ctactgcaac gataccgata caagcctcac tccctttcgg atggcttatt gttggcgttg</w:t>
      </w:r>
    </w:p>
    <w:p w14:paraId="73589DE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cacttcttgc tgtttttcag agcgcttcca aaatcataac tctcaaaaag agatggcaac</w:t>
      </w:r>
    </w:p>
    <w:p w14:paraId="29AF3A5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tagcactctc caagggtgtt cactttgttt gcaacttgct gttgttgttt gtaacagttt</w:t>
      </w:r>
    </w:p>
    <w:p w14:paraId="425E83C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actcacacct tttgctcgtt gctgctggcc ttgaagcccc ttttttctat ctttatgctt</w:t>
      </w:r>
    </w:p>
    <w:p w14:paraId="3EF3725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tagtctactt cttgcagagt ataaactttg taagaataat aatgaggctt tggctttgct</w:t>
      </w:r>
    </w:p>
    <w:p w14:paraId="1C7755A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ggaaatgccg ttccaaaaac ccattacttt atgatgccaa ctattttctt tgctggcata</w:t>
      </w:r>
    </w:p>
    <w:p w14:paraId="291D581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ctaattgtta cgactattgt ataccttaca atagtgtaac ttcttcaatt gtcattactt</w:t>
      </w:r>
    </w:p>
    <w:p w14:paraId="65C8FFD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caggtgatgg cacaacaagt cctatttctg aacatgacta ccagattggt ggttatactg</w:t>
      </w:r>
    </w:p>
    <w:p w14:paraId="6B0C79C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aaaaatggga atctggagta aaagactgtg ttgtattaca cagttacttc acttcagact</w:t>
      </w:r>
    </w:p>
    <w:p w14:paraId="58A8C5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attaccagct gtactcaact caattgagta cagacactgg tgttgaacat gttaccttct</w:t>
      </w:r>
    </w:p>
    <w:p w14:paraId="5DBAE7B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tcatctacaa taaaattgtt gatgagcctg aagaacatgt ccaaattcac acaatcgacg</w:t>
      </w:r>
    </w:p>
    <w:p w14:paraId="6658B8D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gttcatccgg agttgttaat ccagtaatgg aaccaattta tgatgaaccg acgacgacta</w:t>
      </w:r>
    </w:p>
    <w:p w14:paraId="74B8DE8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ctagcgtgcc tttgtaagca caagctgatg agtacgaact tatgtactca ttcgtttcgg</w:t>
      </w:r>
    </w:p>
    <w:p w14:paraId="733D147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aagagatagg tacgttaata gttaatagcg tacttctttt tcttgctttc gtggtattct</w:t>
      </w:r>
    </w:p>
    <w:p w14:paraId="0947012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tgctagttac actagccatc cttactgcgc ttcgattgtg tgcgtactgc tgcaatattg</w:t>
      </w:r>
    </w:p>
    <w:p w14:paraId="040432F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ttaacgtgag tcttgtaaaa ccttcttttt acgtttactc tcgtgttaaa aatctgaatt</w:t>
      </w:r>
    </w:p>
    <w:p w14:paraId="3024535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cttctagagt tcctgatctt ctggtctaaa cgaactaaat attatattag tttttctgtt</w:t>
      </w:r>
    </w:p>
    <w:p w14:paraId="7C9D5AF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tggaacttta attttagcca tggcaggttc caacggtact attaccgttg aagagcttaa</w:t>
      </w:r>
    </w:p>
    <w:p w14:paraId="3BB777F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aaagctcctt gaagaatgga acctagtaat aggtttccta ttccttacat ggatttgtct</w:t>
      </w:r>
    </w:p>
    <w:p w14:paraId="08822E7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tctacaattt gcctatgcca acaggaatag gtttttgtat ataattaagt taattttcct</w:t>
      </w:r>
    </w:p>
    <w:p w14:paraId="053CC4F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ctggctgtta tggccagtaa ctttaacttg ttttgtgctt gctgctgttt acagaataaa</w:t>
      </w:r>
    </w:p>
    <w:p w14:paraId="075C699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ttggatcacc ggtggaattg ctatcgcaat ggcttgtctt gtaggcttga tgtggctcag</w:t>
      </w:r>
    </w:p>
    <w:p w14:paraId="7F4B41A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ctacttcatt gcttctttca gactgtttgc gcgtacgcgt tccatgtggt cattcaatcc</w:t>
      </w:r>
    </w:p>
    <w:p w14:paraId="0522C3A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agaaactaac attcttctca acgtgccact ccatggcact attctgacca gaccgcttct</w:t>
      </w:r>
    </w:p>
    <w:p w14:paraId="21B83CE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agaaagtgaa ctcgtaatcg gagctgtgat ccttcgtgga catcttcgta ttgctggaca</w:t>
      </w:r>
    </w:p>
    <w:p w14:paraId="34061B7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ccatctagga cnnnnnnnnn ncaaggaccn gnnnnnnnnn nnnnnnnnnn nnnnnnnacg</w:t>
      </w:r>
    </w:p>
    <w:p w14:paraId="6958E6D1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aacgctttct tattacaaat tgggagcttc gcagcgtgta gcaggtgact caggttttgc</w:t>
      </w:r>
    </w:p>
    <w:p w14:paraId="129BD5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tgcatacagt cgctacagga ttggcaacta taaattaaac acagaccatt ccagtagcag</w:t>
      </w:r>
    </w:p>
    <w:p w14:paraId="7F57162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tgacaatatt gctttgcttg tacagtaagt gacaacagat gtttcatctc gttgactttc</w:t>
      </w:r>
    </w:p>
    <w:p w14:paraId="4AF9BD6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aggttactat agcagagata ttactaatta ttatgcggac ttttaaagtt tccatttgga</w:t>
      </w:r>
    </w:p>
    <w:p w14:paraId="69E4976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atcttgatta catcataaac ctcataatta aaaatttatc taagtcacta actgagaata</w:t>
      </w:r>
    </w:p>
    <w:p w14:paraId="0191029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aatattctca attagatgaa gagcaaccaa tggagattga ttaaacgaac atgaaaatta</w:t>
      </w:r>
    </w:p>
    <w:p w14:paraId="331E23B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ttcttttctt ggcactgata acactcgcta cttgtgagct ttatcactac caagagtgtg</w:t>
      </w:r>
    </w:p>
    <w:p w14:paraId="264D05CA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ttagaggtac aacagtactt ttaaaagaac cttgctcttc tggaacatac gagggcaatt</w:t>
      </w:r>
    </w:p>
    <w:p w14:paraId="73E3E15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caccatttca tcctctagct gataacaaat ttgcactgac ttgctttagc actcaatttg</w:t>
      </w:r>
    </w:p>
    <w:p w14:paraId="0848F60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cttttgcttg tcctgacggc gtaaaacacg tctatcagtt acgtgccaga tcagtttcac</w:t>
      </w:r>
    </w:p>
    <w:p w14:paraId="7214235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ctaaactgtt catcagacaa gaggaagttc aagaacttta ctctccaatt tttcttattg</w:t>
      </w:r>
    </w:p>
    <w:p w14:paraId="099DB46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ttgcggcaat agtgtttata acactttgct tcacactcaa aagaaagaca gaatgattga</w:t>
      </w:r>
    </w:p>
    <w:p w14:paraId="021E929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actttcatta attgacttct atttgtgctt tttagccttt ctgttattcc ttgttttaat</w:t>
      </w:r>
    </w:p>
    <w:p w14:paraId="69EA3CB0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tatgcttatt atcttttggt tctcacttga actgcaagat cataatgaaa cttgtcacgc</w:t>
      </w:r>
    </w:p>
    <w:p w14:paraId="5A270E9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ctaaacgaac atgaaatttc ttgttttctt aggaatcatc acaactgtag ctgcatttca</w:t>
      </w:r>
    </w:p>
    <w:p w14:paraId="2768BCB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ccaagaatgt agtttacagt catgtactca acatcaacca tatgtagttg atgacccgtg</w:t>
      </w:r>
    </w:p>
    <w:p w14:paraId="781C488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tcctattcac ttctattcta aatggtatat tagagtagga gctagaaaat cagcaccttt</w:t>
      </w:r>
    </w:p>
    <w:p w14:paraId="7016C4D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aattgaattg tgcgtggatg aggctggttc taaatcaccc attcagtaca tcgatatcgg</w:t>
      </w:r>
    </w:p>
    <w:p w14:paraId="348A8B0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taattataca gtttcctgtt taccttttac aattaattgc caggaaccta aattgggtag</w:t>
      </w:r>
    </w:p>
    <w:p w14:paraId="42046F6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tcttgtagtg cgttgttcgt tctatgaaga ctttttagag tatcatgacg ttcgtgttgt</w:t>
      </w:r>
    </w:p>
    <w:p w14:paraId="3F3360F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tttagatttc atctaaacga acaaacttaa atgtctgata atggacccca aaatcagcga</w:t>
      </w:r>
    </w:p>
    <w:p w14:paraId="311AEE2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aatgcactcc gcattacgtt tggtggaccc tcagattcaa ctggcagtaa ccagaatggt</w:t>
      </w:r>
    </w:p>
    <w:p w14:paraId="712FC1A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50263D2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6604CE44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616A0362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3B10AA0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ggaactgggc cagaagctgg acttccctat ggtgctaaca aagacggcat catatgggtt</w:t>
      </w:r>
    </w:p>
    <w:p w14:paraId="0957D02C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08D9E49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2A23BFC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3880712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3282EDA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63E3970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2D26ABD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3F9AE99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350100B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0284DCF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3E1DFF4B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tgacaaaggt ccaaatttca aagatcaagt cattttgctg</w:t>
      </w:r>
    </w:p>
    <w:p w14:paraId="1FD7BAFD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322D451E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0DC15523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catgagcagt</w:t>
      </w:r>
    </w:p>
    <w:p w14:paraId="4CEBCCE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0D205B57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2D5CCC88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5C1F5286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cgaggccacg cggagtacga</w:t>
      </w:r>
    </w:p>
    <w:p w14:paraId="38ADC5B5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tcgagtgtac agtgaacaat gctagggaga gctgcctata tggaagagcc ctaatgtgta</w:t>
      </w:r>
    </w:p>
    <w:p w14:paraId="7D868139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aaattaattt tagtagtgct atccccatgt gattttaata g</w:t>
      </w:r>
    </w:p>
    <w:p w14:paraId="2C186B0F" w14:textId="77777777" w:rsidR="006A20E8" w:rsidRPr="006A20E8" w:rsidRDefault="006A20E8" w:rsidP="006A20E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A20E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7530AD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E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A20E8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414AB"/>
  <w15:chartTrackingRefBased/>
  <w15:docId w15:val="{C69A5EF3-9F79-AF43-B91A-B9E9F0E0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1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2023-02-01T11:36:00Z</dcterms:created>
  <dcterms:modified xsi:type="dcterms:W3CDTF">2023-02-01T11:36:00Z</dcterms:modified>
</cp:coreProperties>
</file>